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5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157"/>
        <w:gridCol w:w="281"/>
        <w:gridCol w:w="2758"/>
        <w:gridCol w:w="360"/>
        <w:gridCol w:w="1127"/>
        <w:gridCol w:w="239"/>
        <w:gridCol w:w="1248"/>
        <w:gridCol w:w="118"/>
        <w:gridCol w:w="1367"/>
      </w:tblGrid>
      <w:tr w:rsidR="00C934D3" w:rsidTr="00C934D3">
        <w:trPr>
          <w:cantSplit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C934D3" w:rsidRDefault="00C934D3" w:rsidP="00C934D3">
            <w:pPr>
              <w:ind w:left="2160"/>
              <w:rPr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44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</w:t>
            </w:r>
          </w:p>
        </w:tc>
      </w:tr>
      <w:tr w:rsidR="00C934D3" w:rsidTr="00C934D3">
        <w:trPr>
          <w:cantSplit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C934D3" w:rsidRDefault="00C934D3" w:rsidP="00C934D3">
            <w:pPr>
              <w:ind w:left="2160"/>
              <w:rPr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34D3" w:rsidTr="00C934D3">
        <w:trPr>
          <w:cantSplit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C934D3" w:rsidRDefault="00C934D3" w:rsidP="00C934D3">
            <w:pPr>
              <w:ind w:left="2160"/>
              <w:rPr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34D3" w:rsidRDefault="00C934D3" w:rsidP="008004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34D3" w:rsidRDefault="00C934D3" w:rsidP="008004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br/>
              <w:t>решением Думы</w:t>
            </w:r>
            <w:r>
              <w:rPr>
                <w:sz w:val="28"/>
                <w:szCs w:val="28"/>
              </w:rPr>
              <w:br/>
              <w:t>муниципального образования</w:t>
            </w:r>
            <w:r>
              <w:rPr>
                <w:sz w:val="28"/>
                <w:szCs w:val="28"/>
              </w:rPr>
              <w:br/>
              <w:t>город-курорт Геленджик</w:t>
            </w:r>
            <w:r>
              <w:rPr>
                <w:sz w:val="28"/>
                <w:szCs w:val="28"/>
              </w:rPr>
              <w:br/>
              <w:t xml:space="preserve">от </w:t>
            </w:r>
            <w:r w:rsidR="00CF0D1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</w:t>
            </w:r>
            <w:r w:rsidR="00CF0D11">
              <w:rPr>
                <w:sz w:val="28"/>
                <w:szCs w:val="28"/>
              </w:rPr>
              <w:softHyphen/>
            </w:r>
            <w:r w:rsidR="00CF0D11">
              <w:rPr>
                <w:sz w:val="28"/>
                <w:szCs w:val="28"/>
              </w:rPr>
              <w:softHyphen/>
              <w:t>_______</w:t>
            </w:r>
            <w:r>
              <w:rPr>
                <w:sz w:val="28"/>
                <w:szCs w:val="28"/>
              </w:rPr>
              <w:t xml:space="preserve">_ № </w:t>
            </w:r>
            <w:r w:rsidR="00CF0D11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</w:t>
            </w:r>
          </w:p>
        </w:tc>
      </w:tr>
      <w:tr w:rsidR="00C934D3" w:rsidTr="00C934D3">
        <w:trPr>
          <w:cantSplit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C934D3" w:rsidRDefault="00C934D3" w:rsidP="00C934D3">
            <w:pPr>
              <w:ind w:left="2160"/>
              <w:rPr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34D3" w:rsidTr="00C934D3">
        <w:trPr>
          <w:cantSplit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CF0D11" w:rsidRDefault="00CF0D11" w:rsidP="00800401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34D3" w:rsidTr="00C934D3">
        <w:trPr>
          <w:cantSplit/>
        </w:trPr>
        <w:tc>
          <w:tcPr>
            <w:tcW w:w="96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F0D11" w:rsidRDefault="00C934D3" w:rsidP="00CF0D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ПОСТУПЛЕНИЙ  </w:t>
            </w:r>
            <w:r>
              <w:rPr>
                <w:sz w:val="28"/>
                <w:szCs w:val="28"/>
              </w:rPr>
              <w:br/>
            </w:r>
            <w:r w:rsidR="00CF0D11">
              <w:rPr>
                <w:sz w:val="28"/>
                <w:szCs w:val="28"/>
              </w:rPr>
              <w:t xml:space="preserve">доходов в бюджет муниципального образования </w:t>
            </w:r>
            <w:r w:rsidR="00CF0D11">
              <w:rPr>
                <w:sz w:val="28"/>
                <w:szCs w:val="28"/>
              </w:rPr>
              <w:br/>
              <w:t xml:space="preserve">городской округ город-курорт Геленджик </w:t>
            </w:r>
          </w:p>
          <w:p w:rsidR="00CF0D11" w:rsidRDefault="00CF0D11" w:rsidP="00CF0D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Краснодарского края по кодам видов (подвидов) доходов </w:t>
            </w:r>
          </w:p>
          <w:p w:rsidR="00C934D3" w:rsidRDefault="00CF0D11" w:rsidP="00CF0D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2026 год и плановый период 2027 и 2028 годов</w:t>
            </w:r>
          </w:p>
        </w:tc>
      </w:tr>
      <w:tr w:rsidR="00C934D3" w:rsidTr="00C934D3">
        <w:trPr>
          <w:cantSplit/>
        </w:trPr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szCs w:val="24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(тыс. рублей)</w:t>
            </w:r>
          </w:p>
        </w:tc>
      </w:tr>
      <w:tr w:rsidR="00C934D3" w:rsidTr="00C934D3">
        <w:trPr>
          <w:cantSplit/>
        </w:trPr>
        <w:tc>
          <w:tcPr>
            <w:tcW w:w="2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934D3" w:rsidRDefault="00C934D3" w:rsidP="00800401">
            <w:pPr>
              <w:jc w:val="center"/>
              <w:rPr>
                <w:szCs w:val="24"/>
              </w:rPr>
            </w:pPr>
            <w:r>
              <w:t>Код дохода</w:t>
            </w:r>
          </w:p>
        </w:tc>
        <w:tc>
          <w:tcPr>
            <w:tcW w:w="3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34D3" w:rsidRDefault="00C934D3" w:rsidP="00800401">
            <w:pPr>
              <w:jc w:val="center"/>
              <w:rPr>
                <w:szCs w:val="24"/>
              </w:rPr>
            </w:pPr>
            <w:r>
              <w:t>Наименование дохода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34D3" w:rsidRDefault="00C934D3" w:rsidP="00800401">
            <w:pPr>
              <w:jc w:val="center"/>
              <w:rPr>
                <w:szCs w:val="24"/>
              </w:rPr>
            </w:pPr>
            <w:r>
              <w:t>Сумма</w:t>
            </w:r>
          </w:p>
        </w:tc>
      </w:tr>
      <w:tr w:rsidR="00C934D3" w:rsidTr="00C934D3">
        <w:trPr>
          <w:cantSplit/>
        </w:trPr>
        <w:tc>
          <w:tcPr>
            <w:tcW w:w="243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34D3" w:rsidRDefault="00C934D3" w:rsidP="00800401">
            <w:pPr>
              <w:rPr>
                <w:szCs w:val="24"/>
              </w:rPr>
            </w:pPr>
          </w:p>
        </w:tc>
        <w:tc>
          <w:tcPr>
            <w:tcW w:w="31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34D3" w:rsidRDefault="00C934D3" w:rsidP="00800401">
            <w:pPr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4D3" w:rsidRDefault="00C934D3" w:rsidP="00800401">
            <w:pPr>
              <w:jc w:val="center"/>
              <w:rPr>
                <w:szCs w:val="24"/>
              </w:rPr>
            </w:pPr>
            <w:r>
              <w:t>2026 год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4D3" w:rsidRDefault="00C934D3" w:rsidP="00800401">
            <w:pPr>
              <w:jc w:val="center"/>
              <w:rPr>
                <w:szCs w:val="24"/>
              </w:rPr>
            </w:pPr>
            <w:r>
              <w:t>2027 год</w:t>
            </w:r>
          </w:p>
        </w:tc>
        <w:tc>
          <w:tcPr>
            <w:tcW w:w="136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4D3" w:rsidRDefault="00C934D3" w:rsidP="00800401">
            <w:pPr>
              <w:jc w:val="center"/>
              <w:rPr>
                <w:szCs w:val="24"/>
              </w:rPr>
            </w:pPr>
            <w:r>
              <w:t>2028 год</w:t>
            </w:r>
          </w:p>
        </w:tc>
      </w:tr>
    </w:tbl>
    <w:p w:rsidR="00C934D3" w:rsidRPr="00C934D3" w:rsidRDefault="00C934D3">
      <w:pPr>
        <w:rPr>
          <w:sz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2157"/>
        <w:gridCol w:w="281"/>
        <w:gridCol w:w="2758"/>
        <w:gridCol w:w="360"/>
        <w:gridCol w:w="1127"/>
        <w:gridCol w:w="239"/>
        <w:gridCol w:w="1248"/>
        <w:gridCol w:w="118"/>
        <w:gridCol w:w="1367"/>
      </w:tblGrid>
      <w:tr w:rsidR="00C934D3" w:rsidTr="00261F0F">
        <w:trPr>
          <w:tblHeader/>
        </w:trPr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4D3" w:rsidRDefault="00C934D3" w:rsidP="00800401">
            <w:pPr>
              <w:jc w:val="center"/>
              <w:rPr>
                <w:szCs w:val="24"/>
              </w:rPr>
            </w:pPr>
            <w:r>
              <w:t>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4D3" w:rsidRDefault="00C934D3" w:rsidP="00800401">
            <w:pPr>
              <w:jc w:val="center"/>
              <w:rPr>
                <w:szCs w:val="24"/>
              </w:rPr>
            </w:pPr>
            <w:r>
              <w:t>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4D3" w:rsidRDefault="00C934D3" w:rsidP="00800401">
            <w:pPr>
              <w:jc w:val="center"/>
              <w:rPr>
                <w:szCs w:val="24"/>
              </w:rPr>
            </w:pPr>
            <w:r>
              <w:t>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4D3" w:rsidRDefault="00C934D3" w:rsidP="00800401">
            <w:pPr>
              <w:jc w:val="center"/>
              <w:rPr>
                <w:szCs w:val="24"/>
              </w:rPr>
            </w:pPr>
            <w:r>
              <w:t>4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4D3" w:rsidRDefault="00C934D3" w:rsidP="00800401">
            <w:pPr>
              <w:jc w:val="center"/>
              <w:rPr>
                <w:szCs w:val="24"/>
              </w:rPr>
            </w:pPr>
            <w:r>
              <w:t>5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1 00 00000 00 0000 000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Налоговые и неналоговые доходы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5 527 809,3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5 484 769,2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5 814 404,5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1 01 00000 00 0000 000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Налоги на прибыль, доходы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2 017 853,5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1 904 980,3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2 129 167,5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1 01 01000 00 0000 110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Налог на прибыль организ</w:t>
            </w:r>
            <w:r>
              <w:t>а</w:t>
            </w:r>
            <w:r>
              <w:t>ций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143 063,0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143 492,0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143 923,0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1 01 01010 00 0000 110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Налог на прибыль организ</w:t>
            </w:r>
            <w:r>
              <w:t>а</w:t>
            </w:r>
            <w:r>
              <w:t>ций, зачисляемый в бюджеты бюджетной системы Росси</w:t>
            </w:r>
            <w:r>
              <w:t>й</w:t>
            </w:r>
            <w:r>
              <w:t>ской Федерации по соотве</w:t>
            </w:r>
            <w:r>
              <w:t>т</w:t>
            </w:r>
            <w:r>
              <w:t>ствующим ставкам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143 063,0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143 492,0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143 923,0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1 01 01012 02 0000 110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Налог на прибыль организ</w:t>
            </w:r>
            <w:r>
              <w:t>а</w:t>
            </w:r>
            <w:r>
              <w:t>ций (за исключением конс</w:t>
            </w:r>
            <w:r>
              <w:t>о</w:t>
            </w:r>
            <w:r>
              <w:t>лидированных групп налог</w:t>
            </w:r>
            <w:r>
              <w:t>о</w:t>
            </w:r>
            <w:r>
              <w:t>плательщиков), зачисляемый в бюджеты субъектов Ро</w:t>
            </w:r>
            <w:r>
              <w:t>с</w:t>
            </w:r>
            <w:r>
              <w:t>сийской Федерации*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143 063,0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143 492,0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143 923,0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1 01 02000 01 0000 110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Налог на доходы физических лиц*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1 874 790,5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1 761 488,3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1 985 244,5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1 03 00000 00 0000 000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Налоги на товары (работы, услуги), реализуемые на те</w:t>
            </w:r>
            <w:r>
              <w:t>р</w:t>
            </w:r>
            <w:r>
              <w:t>ритории Российской Федер</w:t>
            </w:r>
            <w:r>
              <w:t>а</w:t>
            </w:r>
            <w:r>
              <w:t>ции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288 929,7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331 770,4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352 995,7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1 03 02000 01 0000 110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Акцизы по подакцизным т</w:t>
            </w:r>
            <w:r>
              <w:t>о</w:t>
            </w:r>
            <w:r>
              <w:t>варам (продукции), произв</w:t>
            </w:r>
            <w:r>
              <w:t>о</w:t>
            </w:r>
            <w:r>
              <w:lastRenderedPageBreak/>
              <w:t>димым на территории Ро</w:t>
            </w:r>
            <w:r>
              <w:t>с</w:t>
            </w:r>
            <w:r>
              <w:t>сийской Федерации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lastRenderedPageBreak/>
              <w:t>38 929,7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51 770,4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52 995,7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lastRenderedPageBreak/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1 03 03000 01 0000 110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Туристический налог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250 000,0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280 000,0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300 000,0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1 05 00000 00 0000 000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Налоги на совокупный доход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833 061,0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856 264,0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880 151,0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1 05 01000 00 0000 110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Налог, взимаемый в связи с применением упрощенной системы налогообложения*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663 016,0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682 906,0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703 393,0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1 05 02000 02 0000 110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Единый налог на вмененный доход для отдельных видов деятельности*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150,0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100,0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70,0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1 05 03000 01 0000 110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Единый сельскохозяйстве</w:t>
            </w:r>
            <w:r>
              <w:t>н</w:t>
            </w:r>
            <w:r>
              <w:t>ный налог*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2 105,0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2 112,0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2 119,0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1 05 04000 02 0000 110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Налог, взимаемый в связи с применением патентной с</w:t>
            </w:r>
            <w:r>
              <w:t>и</w:t>
            </w:r>
            <w:r>
              <w:t>стемы налогообложения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167 790,0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171 146,0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174 569,0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1 05 04010 02 0000 110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Налог, взимаемый в связи с применением патентной с</w:t>
            </w:r>
            <w:r>
              <w:t>и</w:t>
            </w:r>
            <w:r>
              <w:t>стемы налогообложения, з</w:t>
            </w:r>
            <w:r>
              <w:t>а</w:t>
            </w:r>
            <w:r>
              <w:t>числяемый в бюджеты горо</w:t>
            </w:r>
            <w:r>
              <w:t>д</w:t>
            </w:r>
            <w:r>
              <w:t>ских округов*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167 790,0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171 146,0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174 569,0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1 06 00000 00 0000 000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Налоги на имущество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842 864,0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900 570,0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964 551,0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1 06 01000 00 0000 110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Налог на имущество физич</w:t>
            </w:r>
            <w:r>
              <w:t>е</w:t>
            </w:r>
            <w:r>
              <w:t>ских лиц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423 944,0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474 817,0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531 795,0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1 06 01020 04 0000 110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Налог на имущество физич</w:t>
            </w:r>
            <w:r>
              <w:t>е</w:t>
            </w:r>
            <w:r>
              <w:t>ских лиц, взимаемый по ставкам, применяемым к об</w:t>
            </w:r>
            <w:r>
              <w:t>ъ</w:t>
            </w:r>
            <w:r>
              <w:t>ектам налогообложения, ра</w:t>
            </w:r>
            <w:r>
              <w:t>с</w:t>
            </w:r>
            <w:r>
              <w:t>положенным в границах г</w:t>
            </w:r>
            <w:r>
              <w:t>о</w:t>
            </w:r>
            <w:r>
              <w:t>родских округов*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423 944,0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474 817,0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531 795,0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1 06 02000 02 0000 110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Налог на имущество орган</w:t>
            </w:r>
            <w:r>
              <w:t>и</w:t>
            </w:r>
            <w:r>
              <w:t>заций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47 484,0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49 859,0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52 352,0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1 06 06000 00 0000 110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Земельный налог*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371 436,0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375 894,0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380 404,0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1 08 00000 00 0000 000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Государственная пошлина*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70 876,0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71 584,0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72 299,0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1 11 00000 00 0000 000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Доходы от использования имущества, находящегося в </w:t>
            </w:r>
            <w:r>
              <w:lastRenderedPageBreak/>
              <w:t>государственной и муниц</w:t>
            </w:r>
            <w:r>
              <w:t>и</w:t>
            </w:r>
            <w:r>
              <w:t>пальной собственности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lastRenderedPageBreak/>
              <w:t>909 132,8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912 937,1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916 770,3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lastRenderedPageBreak/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1 11 01000 00 0000 120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Доходы в виде прибыли, приходящейся на доли в уставных (складочных) кап</w:t>
            </w:r>
            <w:r>
              <w:t>и</w:t>
            </w:r>
            <w:r>
              <w:t>талах хозяйственных тов</w:t>
            </w:r>
            <w:r>
              <w:t>а</w:t>
            </w:r>
            <w:r>
              <w:t>риществ и обществ, или д</w:t>
            </w:r>
            <w:r>
              <w:t>и</w:t>
            </w:r>
            <w:r>
              <w:t>видендов по акциям, прина</w:t>
            </w:r>
            <w:r>
              <w:t>д</w:t>
            </w:r>
            <w:r>
              <w:t>лежащим Российской Фед</w:t>
            </w:r>
            <w:r>
              <w:t>е</w:t>
            </w:r>
            <w:r>
              <w:t>рации, субъектам Российской Федерации или муниципал</w:t>
            </w:r>
            <w:r>
              <w:t>ь</w:t>
            </w:r>
            <w:r>
              <w:t>ным образованиям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450,0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1 11 01040 04 0000 120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Доходы в виде прибыли, приходящейся на доли в уставных (складочных) кап</w:t>
            </w:r>
            <w:r>
              <w:t>и</w:t>
            </w:r>
            <w:r>
              <w:t>талах хозяйственных тов</w:t>
            </w:r>
            <w:r>
              <w:t>а</w:t>
            </w:r>
            <w:r>
              <w:t>риществ и обществ, или д</w:t>
            </w:r>
            <w:r>
              <w:t>и</w:t>
            </w:r>
            <w:r>
              <w:t>видендов по акциям, прина</w:t>
            </w:r>
            <w:r>
              <w:t>д</w:t>
            </w:r>
            <w:r>
              <w:t>лежащим городским округам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450,0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450,0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1 11 05000 00 0000 120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Доходы, получаемые в виде арендной либо иной платы за передачу в возмездное пол</w:t>
            </w:r>
            <w:r>
              <w:t>ь</w:t>
            </w:r>
            <w:r>
              <w:t>зование государственного и муниципального имущества (за исключением имущества бюджетных и автономных учреждений, а также имущ</w:t>
            </w:r>
            <w:r>
              <w:t>е</w:t>
            </w:r>
            <w:r>
              <w:t>ства государственных и м</w:t>
            </w:r>
            <w:r>
              <w:t>у</w:t>
            </w:r>
            <w:r>
              <w:t>ниципальных унитарных предприятий, в том числе к</w:t>
            </w:r>
            <w:r>
              <w:t>а</w:t>
            </w:r>
            <w:r>
              <w:t>зенных)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767 302,8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770 582,2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773 866,4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1 11 05020 00 0000 120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Доходы, получаемые в виде арендной платы за земли п</w:t>
            </w:r>
            <w:r>
              <w:t>о</w:t>
            </w:r>
            <w:r>
              <w:t>сле разграничения госуда</w:t>
            </w:r>
            <w:r>
              <w:t>р</w:t>
            </w:r>
            <w:r>
              <w:t>ственной собственности на землю, а также средства от продажи права на заключ</w:t>
            </w:r>
            <w:r>
              <w:t>е</w:t>
            </w:r>
            <w:r>
              <w:t>ние договоров аренды ук</w:t>
            </w:r>
            <w:r>
              <w:t>а</w:t>
            </w:r>
            <w:r>
              <w:t>занных земельных участков (за исключением земельных участков бюджетных и авт</w:t>
            </w:r>
            <w:r>
              <w:t>о</w:t>
            </w:r>
            <w:r>
              <w:t>номных учреждений)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728 892,9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732 176,9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735 460,9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1 11 05024 04 0000 120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Доходы, получаемые в виде арендной платы, а также средства от продажи права на </w:t>
            </w:r>
            <w:r>
              <w:lastRenderedPageBreak/>
              <w:t>заключение договоров аре</w:t>
            </w:r>
            <w:r>
              <w:t>н</w:t>
            </w:r>
            <w:r>
              <w:t>ды за земли, находящиеся в собственности городских округов (за исключением з</w:t>
            </w:r>
            <w:r>
              <w:t>е</w:t>
            </w:r>
            <w:r>
              <w:t>мельных участков муниц</w:t>
            </w:r>
            <w:r>
              <w:t>и</w:t>
            </w:r>
            <w:r>
              <w:t>пальных бюджетных и авт</w:t>
            </w:r>
            <w:r>
              <w:t>о</w:t>
            </w:r>
            <w:r>
              <w:t>номных учреждений)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lastRenderedPageBreak/>
              <w:t>728 892,9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732 176,9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735 460,9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lastRenderedPageBreak/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1 11 05030 00 0000 120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Доходы от сдачи в аренду имущества, находящегося в оперативном управлении о</w:t>
            </w:r>
            <w:r>
              <w:t>р</w:t>
            </w:r>
            <w:r>
              <w:t>ганов государственной вл</w:t>
            </w:r>
            <w:r>
              <w:t>а</w:t>
            </w:r>
            <w:r>
              <w:t>сти, органов местного сам</w:t>
            </w:r>
            <w:r>
              <w:t>о</w:t>
            </w:r>
            <w:r>
              <w:t>управления, государственных внебюджетных фондов и с</w:t>
            </w:r>
            <w:r>
              <w:t>о</w:t>
            </w:r>
            <w:r>
              <w:t>зданных ими учреждений (за исключением имущества бюджетных и автономных учреждений)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163,0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163,0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163,0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1 11 05034 04 0000 120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Доходы от сдачи в аренду имущества, находящегося в оперативном управлении о</w:t>
            </w:r>
            <w:r>
              <w:t>р</w:t>
            </w:r>
            <w:r>
              <w:t>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163,0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163,0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163,0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1 11 05070 00 0000 120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Доходы от сдачи в аренду имущества, составляющего государственную (муниц</w:t>
            </w:r>
            <w:r>
              <w:t>и</w:t>
            </w:r>
            <w:r>
              <w:t>пальную) казну (за исключ</w:t>
            </w:r>
            <w:r>
              <w:t>е</w:t>
            </w:r>
            <w:r>
              <w:t>нием земельных участков)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38 242,6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38 237,9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38 237,9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1 11 05074 04 0000 120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38 242,6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38 237,9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38 237,9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1 11 05320 00 0000 120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Плата по соглашениям об установлении сервитута в о</w:t>
            </w:r>
            <w:r>
              <w:t>т</w:t>
            </w:r>
            <w:r>
              <w:t>ношении земельных участков после разграничения гос</w:t>
            </w:r>
            <w:r>
              <w:t>у</w:t>
            </w:r>
            <w:r>
              <w:t>дарственной собственности на землю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4,3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4,4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4,6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1 11 05324 04 0000 120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Плата по соглашениям об </w:t>
            </w:r>
            <w:r>
              <w:lastRenderedPageBreak/>
              <w:t>установлении сервитута, з</w:t>
            </w:r>
            <w:r>
              <w:t>а</w:t>
            </w:r>
            <w:r>
              <w:t>ключенным органами мес</w:t>
            </w:r>
            <w:r>
              <w:t>т</w:t>
            </w:r>
            <w:r>
              <w:t>ного самоуправления горо</w:t>
            </w:r>
            <w:r>
              <w:t>д</w:t>
            </w:r>
            <w:r>
              <w:t>ских округов, государстве</w:t>
            </w:r>
            <w:r>
              <w:t>н</w:t>
            </w:r>
            <w:r>
              <w:t>ными или муниципальными предприятиями либо гос</w:t>
            </w:r>
            <w:r>
              <w:t>у</w:t>
            </w:r>
            <w:r>
              <w:t>дарственными или муниц</w:t>
            </w:r>
            <w:r>
              <w:t>и</w:t>
            </w:r>
            <w:r>
              <w:t>пальными учреждениями в отношении земельных учас</w:t>
            </w:r>
            <w:r>
              <w:t>т</w:t>
            </w:r>
            <w:r>
              <w:t>ков, находящихся в со</w:t>
            </w:r>
            <w:r>
              <w:t>б</w:t>
            </w:r>
            <w:r>
              <w:t>ственности городских окр</w:t>
            </w:r>
            <w:r>
              <w:t>у</w:t>
            </w:r>
            <w:r>
              <w:t>гов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lastRenderedPageBreak/>
              <w:t>4,3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4,4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4,6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lastRenderedPageBreak/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1 11 09000 00 0000 120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Прочие доходы от использ</w:t>
            </w:r>
            <w:r>
              <w:t>о</w:t>
            </w:r>
            <w:r>
              <w:t>вания имущества и прав, находящихся в государстве</w:t>
            </w:r>
            <w:r>
              <w:t>н</w:t>
            </w:r>
            <w:r>
              <w:t>ной и муниципальной со</w:t>
            </w:r>
            <w:r>
              <w:t>б</w:t>
            </w:r>
            <w:r>
              <w:t>ственности (за исключением имущества бюджетных и а</w:t>
            </w:r>
            <w:r>
              <w:t>в</w:t>
            </w:r>
            <w:r>
              <w:t>тономных учреждений, а также имущества госуда</w:t>
            </w:r>
            <w:r>
              <w:t>р</w:t>
            </w:r>
            <w:r>
              <w:t>ственных и муниципальных унитарных предприятий, в том числе казенных)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141 380,0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141 904,9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142 453,9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1 11 09040 00 0000 120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Прочие поступления от и</w:t>
            </w:r>
            <w:r>
              <w:t>с</w:t>
            </w:r>
            <w:r>
              <w:t>пользования имущества, находящегося в госуда</w:t>
            </w:r>
            <w:r>
              <w:t>р</w:t>
            </w:r>
            <w:r>
              <w:t>ственной и муниципальной собственности (за исключ</w:t>
            </w:r>
            <w:r>
              <w:t>е</w:t>
            </w:r>
            <w:r>
              <w:t>нием имущества бюджетных и автономных учреждений, а также имущества госуда</w:t>
            </w:r>
            <w:r>
              <w:t>р</w:t>
            </w:r>
            <w:r>
              <w:t>ственных и муниципальных унитарных предприятий, в том числе казенных)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5 190,2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5 715,1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6 264,1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1 11 09044 04 0000 120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Прочие поступления от и</w:t>
            </w:r>
            <w:r>
              <w:t>с</w:t>
            </w:r>
            <w:r>
              <w:t>пользования имущества, находящегося в собственн</w:t>
            </w:r>
            <w:r>
              <w:t>о</w:t>
            </w:r>
            <w:r>
              <w:t>сти городских округов (за и</w:t>
            </w:r>
            <w:r>
              <w:t>с</w:t>
            </w:r>
            <w:r>
              <w:t>ключением имущества мун</w:t>
            </w:r>
            <w:r>
              <w:t>и</w:t>
            </w:r>
            <w:r>
              <w:t>ципальных бюджетных и а</w:t>
            </w:r>
            <w:r>
              <w:t>в</w:t>
            </w:r>
            <w:r>
              <w:t>тономных учреждений, а также имущества муниц</w:t>
            </w:r>
            <w:r>
              <w:t>и</w:t>
            </w:r>
            <w:r>
              <w:t>пальных унитарных предпр</w:t>
            </w:r>
            <w:r>
              <w:t>и</w:t>
            </w:r>
            <w:r>
              <w:t>ятий, в том числе казенных)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5 190,2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5 715,1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6 264,1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1 11 09080 04 0000 120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Плата, поступившая в рамках договора за предоставление </w:t>
            </w:r>
            <w:r>
              <w:lastRenderedPageBreak/>
              <w:t>права на размещение и эк</w:t>
            </w:r>
            <w:r>
              <w:t>с</w:t>
            </w:r>
            <w:r>
              <w:t>плуатацию нестационарного торгового объекта, установку и эксплуатацию рекламных конструкций на землях или земельных участках, наход</w:t>
            </w:r>
            <w:r>
              <w:t>я</w:t>
            </w:r>
            <w:r>
              <w:t>щихся в собственности г</w:t>
            </w:r>
            <w:r>
              <w:t>о</w:t>
            </w:r>
            <w:r>
              <w:t>родских округов, и на землях или земельных участках, го</w:t>
            </w:r>
            <w:r>
              <w:t>с</w:t>
            </w:r>
            <w:r>
              <w:t>ударственная собственность на которые не разграничена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lastRenderedPageBreak/>
              <w:t>136 189,8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136 189,8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136 189,8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lastRenderedPageBreak/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1 13 00000 00 0000 000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163 599,6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163 599,6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163 599,6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1 13 01000 00 0000 130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Доходы от оказания платных услуг (работ)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1 726,6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1 726,6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1 726,6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1 13 01070 00 0000 130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Доходы от оказания инфо</w:t>
            </w:r>
            <w:r>
              <w:t>р</w:t>
            </w:r>
            <w:r>
              <w:t>мационных услуг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1 726,6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1 726,6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1 726,6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1 13 01074 04 0000 130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Доходы от оказания инфо</w:t>
            </w:r>
            <w:r>
              <w:t>р</w:t>
            </w:r>
            <w:r>
              <w:t>мационных услуг органами местного самоуправления г</w:t>
            </w:r>
            <w:r>
              <w:t>о</w:t>
            </w:r>
            <w:r>
              <w:t>родских округов, казенными учреждениями городских округов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1 726,6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1 726,6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1 726,6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1 13 02000 00 0000 130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Доходы от компенсации з</w:t>
            </w:r>
            <w:r>
              <w:t>а</w:t>
            </w:r>
            <w:r>
              <w:t>трат государства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161 873,0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161 873,0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161 873,0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1 13 02060 00 0000 130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Доходы, поступающие в п</w:t>
            </w:r>
            <w:r>
              <w:t>о</w:t>
            </w:r>
            <w:r>
              <w:t>рядке возмещения расходов, понесенных в связи с экспл</w:t>
            </w:r>
            <w:r>
              <w:t>у</w:t>
            </w:r>
            <w:r>
              <w:t>атацией имущества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288,8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288,8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288,8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1 13 02064 04 0000 130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Доходы, поступающие в п</w:t>
            </w:r>
            <w:r>
              <w:t>о</w:t>
            </w:r>
            <w:r>
              <w:t>рядке возмещения расходов, понесенных в связи с экспл</w:t>
            </w:r>
            <w:r>
              <w:t>у</w:t>
            </w:r>
            <w:r>
              <w:t>атацией имущества горо</w:t>
            </w:r>
            <w:r>
              <w:t>д</w:t>
            </w:r>
            <w:r>
              <w:t>ских округов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288,8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288,8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288,8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1 13 02990 00 0000 130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Прочие доходы от компенс</w:t>
            </w:r>
            <w:r>
              <w:t>а</w:t>
            </w:r>
            <w:r>
              <w:t>ции затрат государства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161 584,2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161 584,2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161 584,2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1 13 02994 04 0000 130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Прочие доходы от компенс</w:t>
            </w:r>
            <w:r>
              <w:t>а</w:t>
            </w:r>
            <w:r>
              <w:t>ции затрат бюджетов горо</w:t>
            </w:r>
            <w:r>
              <w:t>д</w:t>
            </w:r>
            <w:r>
              <w:t>ских округов*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161 584,2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161 584,2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161 584,2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lastRenderedPageBreak/>
              <w:t xml:space="preserve">1 14 00000 00 0000 000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Доходы от продажи матер</w:t>
            </w:r>
            <w:r>
              <w:t>и</w:t>
            </w:r>
            <w:r>
              <w:t>альных и нематериальных активов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326 492,7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268 063,8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259 870,4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1 14 06000 00 0000 430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Доходы от продажи земел</w:t>
            </w:r>
            <w:r>
              <w:t>ь</w:t>
            </w:r>
            <w:r>
              <w:t>ных участков, находящихся в государственной и муниц</w:t>
            </w:r>
            <w:r>
              <w:t>и</w:t>
            </w:r>
            <w:r>
              <w:t>пальной собственности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77 592,7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117 075,9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106 736,5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1 14 06020 00 0000 430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Доходы от продажи земел</w:t>
            </w:r>
            <w:r>
              <w:t>ь</w:t>
            </w:r>
            <w:r>
              <w:t>ных участков, государстве</w:t>
            </w:r>
            <w:r>
              <w:t>н</w:t>
            </w:r>
            <w:r>
              <w:t>ная собственность на кот</w:t>
            </w:r>
            <w:r>
              <w:t>о</w:t>
            </w:r>
            <w:r>
              <w:t>рые разграничена (за искл</w:t>
            </w:r>
            <w:r>
              <w:t>ю</w:t>
            </w:r>
            <w:r>
              <w:t>чением земельных участков бюджетных и автономных учреждений)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77 592,7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117 075,9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106 736,5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1 14 06024 04 0000 430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Доходы от продажи земел</w:t>
            </w:r>
            <w:r>
              <w:t>ь</w:t>
            </w:r>
            <w:r>
              <w:t>ных участков, находящихся в собственности городских округов (за исключением з</w:t>
            </w:r>
            <w:r>
              <w:t>е</w:t>
            </w:r>
            <w:r>
              <w:t>мельных участков муниц</w:t>
            </w:r>
            <w:r>
              <w:t>и</w:t>
            </w:r>
            <w:r>
              <w:t>пальных бюджетных и авт</w:t>
            </w:r>
            <w:r>
              <w:t>о</w:t>
            </w:r>
            <w:r>
              <w:t>номных учреждений)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77 592,7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117 075,9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106 736,5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1 14 06300 00 0000 430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Плата за увеличение площади земельных участков, наход</w:t>
            </w:r>
            <w:r>
              <w:t>я</w:t>
            </w:r>
            <w:r>
              <w:t>щихся в частной собственн</w:t>
            </w:r>
            <w:r>
              <w:t>о</w:t>
            </w:r>
            <w:r>
              <w:t>сти, в результате перераспр</w:t>
            </w:r>
            <w:r>
              <w:t>е</w:t>
            </w:r>
            <w:r>
              <w:t>деления таких земельных участков и земель (или) з</w:t>
            </w:r>
            <w:r>
              <w:t>е</w:t>
            </w:r>
            <w:r>
              <w:t>мельных участков, наход</w:t>
            </w:r>
            <w:r>
              <w:t>я</w:t>
            </w:r>
            <w:r>
              <w:t>щихся в государственной или муниципальной собственн</w:t>
            </w:r>
            <w:r>
              <w:t>о</w:t>
            </w:r>
            <w:r>
              <w:t>сти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248 900,0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150 987,9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153 133,9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1 14 06320 00 0000 430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Плата за увеличение площади земельных участков, наход</w:t>
            </w:r>
            <w:r>
              <w:t>я</w:t>
            </w:r>
            <w:r>
              <w:t>щихся в частной собственн</w:t>
            </w:r>
            <w:r>
              <w:t>о</w:t>
            </w:r>
            <w:r>
              <w:t>сти, в результате перераспр</w:t>
            </w:r>
            <w:r>
              <w:t>е</w:t>
            </w:r>
            <w:r>
              <w:t>деления таких земельных участков и земельных учас</w:t>
            </w:r>
            <w:r>
              <w:t>т</w:t>
            </w:r>
            <w:r>
              <w:t>ков после разграничения го</w:t>
            </w:r>
            <w:r>
              <w:t>с</w:t>
            </w:r>
            <w:r>
              <w:t>ударственной собственности на землю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248 900,0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150 987,9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153 133,9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1 14 06324 04 0000 430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Плата за увеличение площади земельных участков, наход</w:t>
            </w:r>
            <w:r>
              <w:t>я</w:t>
            </w:r>
            <w:r>
              <w:t>щихся в частной собственн</w:t>
            </w:r>
            <w:r>
              <w:t>о</w:t>
            </w:r>
            <w:r>
              <w:t>сти, в результате перераспр</w:t>
            </w:r>
            <w:r>
              <w:t>е</w:t>
            </w:r>
            <w:r>
              <w:lastRenderedPageBreak/>
              <w:t>деления таких земельных участков и земельных учас</w:t>
            </w:r>
            <w:r>
              <w:t>т</w:t>
            </w:r>
            <w:r>
              <w:t>ков, находящихся в со</w:t>
            </w:r>
            <w:r>
              <w:t>б</w:t>
            </w:r>
            <w:r>
              <w:t>ственности городских окр</w:t>
            </w:r>
            <w:r>
              <w:t>у</w:t>
            </w:r>
            <w:r>
              <w:t>гов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lastRenderedPageBreak/>
              <w:t>248 900,0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150 987,9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153 133,9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lastRenderedPageBreak/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1 16 00000 00 0000 000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Штрафы, санкции, возмещ</w:t>
            </w:r>
            <w:r>
              <w:t>е</w:t>
            </w:r>
            <w:r>
              <w:t>ние ущерба*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75 000,0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75 000,0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75 000,0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2 00 00000 00 0000 000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Безвозмездные поступления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6 449 591,8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7 166 446,4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4 124 219,3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2 02 00000 00 0000 000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Безвозмездные поступления от других бюджетов бюдже</w:t>
            </w:r>
            <w:r>
              <w:t>т</w:t>
            </w:r>
            <w:r>
              <w:t>ной системы Российской Ф</w:t>
            </w:r>
            <w:r>
              <w:t>е</w:t>
            </w:r>
            <w:r>
              <w:t>дерации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6 449 591,8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7 166 446,4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4 124 219,3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2 02 10000 00 0000 150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Дотации бюджетам бюдже</w:t>
            </w:r>
            <w:r>
              <w:t>т</w:t>
            </w:r>
            <w:r>
              <w:t>ной системы Российской Ф</w:t>
            </w:r>
            <w:r>
              <w:t>е</w:t>
            </w:r>
            <w:r>
              <w:t>дерации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125 643,8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138 789,6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82 653,1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2 02 20000 00 0000 150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Субсидии бюджетам бю</w:t>
            </w:r>
            <w:r>
              <w:t>д</w:t>
            </w:r>
            <w:r>
              <w:t>жетной системы Российской Федерации (межбюджетные субсидии)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4 125 747,2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4 638 590,8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1 546 465,0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 xml:space="preserve">2 02 30000 00 0000 150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1A3A77">
            <w:pPr>
              <w:jc w:val="both"/>
              <w:rPr>
                <w:szCs w:val="24"/>
              </w:rPr>
            </w:pPr>
            <w:r>
              <w:t>Субвенции бюджетам бю</w:t>
            </w:r>
            <w:r>
              <w:t>д</w:t>
            </w:r>
            <w:r>
              <w:t>жетной системы Российской Федерации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2 198 200,8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2 389 066,0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  <w:r>
              <w:t>2 495 101,2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800401">
            <w:pPr>
              <w:rPr>
                <w:szCs w:val="24"/>
              </w:rPr>
            </w:pPr>
            <w:r>
              <w:t xml:space="preserve">     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800401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b/>
                <w:bCs/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11 977 401,1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12 651 215,6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b/>
                <w:bCs/>
                <w:szCs w:val="24"/>
              </w:rPr>
            </w:pPr>
            <w:r>
              <w:rPr>
                <w:b/>
                <w:bCs/>
              </w:rPr>
              <w:t>9 938 623,8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szCs w:val="24"/>
              </w:rPr>
            </w:pPr>
            <w:r>
              <w:t xml:space="preserve"> </w:t>
            </w: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934D3" w:rsidRDefault="00C934D3" w:rsidP="00800401">
            <w:pPr>
              <w:jc w:val="right"/>
              <w:rPr>
                <w:szCs w:val="24"/>
              </w:rPr>
            </w:pPr>
          </w:p>
        </w:tc>
      </w:tr>
      <w:tr w:rsidR="00C934D3" w:rsidTr="00C934D3">
        <w:tc>
          <w:tcPr>
            <w:tcW w:w="66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szCs w:val="24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szCs w:val="24"/>
              </w:rPr>
            </w:pPr>
          </w:p>
        </w:tc>
      </w:tr>
      <w:tr w:rsidR="00C934D3" w:rsidTr="00C934D3">
        <w:tc>
          <w:tcPr>
            <w:tcW w:w="96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934D3" w:rsidRDefault="00C934D3" w:rsidP="008004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*По видам и подвидам доходов, входящим в  соответствующий группир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вочный код бюджетной классификации, зачисляемым в местные бюджеты в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ответствии с законодательством Российской Федерации. </w:t>
            </w:r>
          </w:p>
        </w:tc>
      </w:tr>
      <w:tr w:rsidR="00C934D3" w:rsidTr="00261F0F">
        <w:tc>
          <w:tcPr>
            <w:tcW w:w="2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sz w:val="28"/>
                <w:szCs w:val="28"/>
              </w:rPr>
            </w:pPr>
          </w:p>
        </w:tc>
        <w:tc>
          <w:tcPr>
            <w:tcW w:w="13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34D3" w:rsidTr="00C934D3"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sz w:val="28"/>
                <w:szCs w:val="28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34D3" w:rsidTr="00C934D3">
        <w:tc>
          <w:tcPr>
            <w:tcW w:w="5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9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Богодистов</w:t>
            </w:r>
          </w:p>
        </w:tc>
      </w:tr>
      <w:tr w:rsidR="00C934D3" w:rsidTr="00C934D3">
        <w:tc>
          <w:tcPr>
            <w:tcW w:w="2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34D3" w:rsidRDefault="00C934D3" w:rsidP="008004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934D3" w:rsidRPr="003C25BD" w:rsidRDefault="00C934D3" w:rsidP="00C934D3"/>
    <w:p w:rsidR="002500BB" w:rsidRPr="00C934D3" w:rsidRDefault="002500BB" w:rsidP="00C934D3"/>
    <w:sectPr w:rsidR="002500BB" w:rsidRPr="00C934D3" w:rsidSect="00C934D3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289" w:rsidRDefault="00B84289" w:rsidP="00E12559">
      <w:r>
        <w:separator/>
      </w:r>
    </w:p>
  </w:endnote>
  <w:endnote w:type="continuationSeparator" w:id="0">
    <w:p w:rsidR="00B84289" w:rsidRDefault="00B84289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289" w:rsidRDefault="00B84289" w:rsidP="00E12559">
      <w:r>
        <w:separator/>
      </w:r>
    </w:p>
  </w:footnote>
  <w:footnote w:type="continuationSeparator" w:id="0">
    <w:p w:rsidR="00B84289" w:rsidRDefault="00B84289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0D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4D3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A77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3A88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1F0F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C7C9B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1948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63FB1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4289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4D3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0D11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948"/>
    <w:rPr>
      <w:sz w:val="24"/>
    </w:rPr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EKSE~1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1</TotalTime>
  <Pages>8</Pages>
  <Words>1741</Words>
  <Characters>9926</Characters>
  <Application>Microsoft Office Word</Application>
  <DocSecurity>4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Alekseeva</dc:creator>
  <cp:lastModifiedBy>Елена Николаевна</cp:lastModifiedBy>
  <cp:revision>2</cp:revision>
  <dcterms:created xsi:type="dcterms:W3CDTF">2025-12-11T16:49:00Z</dcterms:created>
  <dcterms:modified xsi:type="dcterms:W3CDTF">2025-12-11T16:49:00Z</dcterms:modified>
</cp:coreProperties>
</file>